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DA" w:rsidRDefault="003B3C5D">
      <w:r>
        <w:rPr>
          <w:noProof/>
        </w:rPr>
        <w:drawing>
          <wp:inline distT="0" distB="0" distL="0" distR="0">
            <wp:extent cx="5480050" cy="577215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0" cy="577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6F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20"/>
  <w:characterSpacingControl w:val="doNotCompress"/>
  <w:compat/>
  <w:rsids>
    <w:rsidRoot w:val="003B3C5D"/>
    <w:rsid w:val="003B3C5D"/>
    <w:rsid w:val="00526FDA"/>
    <w:rsid w:val="00EC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-ellen.sanford\Application%20Data\Microsoft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nbdoe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jo-ellen.sanford</dc:creator>
  <cp:keywords/>
  <dc:description/>
  <cp:lastModifiedBy>jo-ellen.sanford</cp:lastModifiedBy>
  <cp:revision>1</cp:revision>
  <dcterms:created xsi:type="dcterms:W3CDTF">2010-03-15T14:12:00Z</dcterms:created>
  <dcterms:modified xsi:type="dcterms:W3CDTF">2010-03-15T14:12:00Z</dcterms:modified>
</cp:coreProperties>
</file>